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57F4ADCC"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7F99BC0D"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77777777"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14:paraId="3D2CAABA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Pr="005E30D6">
        <w:rPr>
          <w:szCs w:val="28"/>
        </w:rPr>
        <w:t>2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403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405</w:t>
      </w:r>
      <w:r w:rsidR="00BF1780" w:rsidRPr="005E30D6">
        <w:rPr>
          <w:szCs w:val="28"/>
        </w:rPr>
        <w:t>,</w:t>
      </w:r>
      <w:r w:rsidR="00922776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E6C9619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02114" w:rsidRPr="00A347AA">
        <w:rPr>
          <w:szCs w:val="28"/>
        </w:rPr>
        <w:t>2 448</w:t>
      </w:r>
      <w:r w:rsidR="00BF0FE0">
        <w:rPr>
          <w:szCs w:val="28"/>
          <w:lang w:val="en-US"/>
        </w:rPr>
        <w:t> </w:t>
      </w:r>
      <w:r w:rsidR="00BF0FE0">
        <w:rPr>
          <w:szCs w:val="28"/>
        </w:rPr>
        <w:t>514,1</w:t>
      </w:r>
      <w:r w:rsidR="00002114" w:rsidRPr="00A347AA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155BE0AD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5E30D6" w:rsidRPr="005E30D6">
        <w:rPr>
          <w:szCs w:val="28"/>
        </w:rPr>
        <w:t>4</w:t>
      </w:r>
      <w:r w:rsidR="00002114" w:rsidRPr="005F2C0E">
        <w:rPr>
          <w:szCs w:val="28"/>
        </w:rPr>
        <w:t>5</w:t>
      </w:r>
      <w:r w:rsidR="00BF0FE0">
        <w:rPr>
          <w:szCs w:val="28"/>
        </w:rPr>
        <w:t> 108,2</w:t>
      </w:r>
      <w:r>
        <w:rPr>
          <w:szCs w:val="28"/>
        </w:rPr>
        <w:t xml:space="preserve"> тыс. рублей.</w:t>
      </w:r>
    </w:p>
    <w:p w14:paraId="2330F441" w14:textId="038FCB08" w:rsidR="00BB10DA" w:rsidRDefault="00BB10DA" w:rsidP="00BB10DA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BF0FE0">
        <w:rPr>
          <w:szCs w:val="28"/>
        </w:rPr>
        <w:t xml:space="preserve">от </w:t>
      </w:r>
      <w:r w:rsidR="00BF0FE0" w:rsidRPr="00BF0FE0">
        <w:rPr>
          <w:szCs w:val="28"/>
        </w:rPr>
        <w:t>08</w:t>
      </w:r>
      <w:r w:rsidRPr="00BF0FE0">
        <w:rPr>
          <w:color w:val="000000" w:themeColor="text1"/>
          <w:szCs w:val="28"/>
        </w:rPr>
        <w:t>.02.2023 №</w:t>
      </w:r>
      <w:r w:rsidR="00BF0FE0" w:rsidRPr="00BF0FE0">
        <w:rPr>
          <w:color w:val="000000" w:themeColor="text1"/>
          <w:szCs w:val="28"/>
        </w:rPr>
        <w:t>430</w:t>
      </w:r>
      <w:r w:rsidRPr="00BF0FE0">
        <w:rPr>
          <w:szCs w:val="28"/>
        </w:rPr>
        <w:t>).</w:t>
      </w:r>
    </w:p>
    <w:p w14:paraId="50264F74" w14:textId="77777777" w:rsidR="00BB10DA" w:rsidRDefault="00BB10DA" w:rsidP="00055308">
      <w:pPr>
        <w:ind w:firstLine="851"/>
        <w:jc w:val="both"/>
        <w:rPr>
          <w:szCs w:val="28"/>
        </w:rPr>
      </w:pPr>
    </w:p>
    <w:p w14:paraId="7BDDEAC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0B84674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</w:t>
      </w:r>
      <w:r w:rsidR="00EA33AB">
        <w:rPr>
          <w:szCs w:val="28"/>
        </w:rPr>
        <w:t>440</w:t>
      </w:r>
      <w:r w:rsidR="00D15D1E" w:rsidRPr="00D15D1E">
        <w:rPr>
          <w:szCs w:val="28"/>
        </w:rPr>
        <w:t> </w:t>
      </w:r>
      <w:r w:rsidR="00EA33AB">
        <w:rPr>
          <w:szCs w:val="28"/>
        </w:rPr>
        <w:t>985</w:t>
      </w:r>
      <w:r w:rsidR="00D15D1E" w:rsidRPr="00D15D1E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</w:t>
      </w:r>
      <w:r w:rsidR="00EA33AB">
        <w:rPr>
          <w:szCs w:val="28"/>
        </w:rPr>
        <w:t>531</w:t>
      </w:r>
      <w:r w:rsidR="00D15D1E">
        <w:rPr>
          <w:szCs w:val="28"/>
        </w:rPr>
        <w:t> </w:t>
      </w:r>
      <w:r w:rsidR="00EA33AB">
        <w:rPr>
          <w:szCs w:val="28"/>
        </w:rPr>
        <w:t>694</w:t>
      </w:r>
      <w:r w:rsidR="00D15D1E">
        <w:rPr>
          <w:szCs w:val="28"/>
        </w:rPr>
        <w:t>,</w:t>
      </w:r>
      <w:r w:rsidR="00EA33AB">
        <w:rPr>
          <w:szCs w:val="28"/>
        </w:rPr>
        <w:t>7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179DA70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440</w:t>
      </w:r>
      <w:r w:rsidR="009245F5" w:rsidRPr="009245F5">
        <w:rPr>
          <w:szCs w:val="28"/>
        </w:rPr>
        <w:t> </w:t>
      </w:r>
      <w:r w:rsidR="00EA33AB">
        <w:rPr>
          <w:szCs w:val="28"/>
        </w:rPr>
        <w:t>985</w:t>
      </w:r>
      <w:r w:rsidR="009245F5" w:rsidRPr="009245F5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531</w:t>
      </w:r>
      <w:r w:rsidR="009245F5" w:rsidRPr="009245F5">
        <w:rPr>
          <w:szCs w:val="28"/>
        </w:rPr>
        <w:t> </w:t>
      </w:r>
      <w:r w:rsidR="00EA33AB">
        <w:rPr>
          <w:szCs w:val="28"/>
        </w:rPr>
        <w:t>694</w:t>
      </w:r>
      <w:r w:rsidR="009245F5" w:rsidRPr="009245F5">
        <w:rPr>
          <w:szCs w:val="28"/>
        </w:rPr>
        <w:t>,</w:t>
      </w:r>
      <w:r w:rsidR="00EA33AB">
        <w:rPr>
          <w:szCs w:val="28"/>
        </w:rPr>
        <w:t>7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6ABDF2DF" w14:textId="77777777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141B3C57" w14:textId="77777777"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1DBC786D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п.п.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DB2904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DB2904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и 202</w:t>
      </w:r>
      <w:r w:rsidR="00DB2904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BB9930A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98</w:t>
      </w:r>
      <w:r w:rsidR="00BF1780" w:rsidRPr="00964839">
        <w:rPr>
          <w:sz w:val="28"/>
          <w:szCs w:val="28"/>
        </w:rPr>
        <w:t> </w:t>
      </w:r>
      <w:r w:rsidR="00964839" w:rsidRPr="00964839">
        <w:rPr>
          <w:sz w:val="28"/>
          <w:szCs w:val="28"/>
        </w:rPr>
        <w:t>812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77</w:t>
      </w:r>
      <w:r w:rsidR="00BF1780" w:rsidRPr="00964839">
        <w:rPr>
          <w:sz w:val="28"/>
          <w:szCs w:val="28"/>
        </w:rPr>
        <w:t xml:space="preserve"> </w:t>
      </w:r>
      <w:r w:rsidR="00964839" w:rsidRPr="00964839">
        <w:rPr>
          <w:sz w:val="28"/>
          <w:szCs w:val="28"/>
        </w:rPr>
        <w:t>690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794AC1B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14:paraId="43F7916E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3C60D7A6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404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593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099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337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8</w:t>
      </w:r>
      <w:r w:rsidR="00112C81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A3DC2A2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429</w:t>
      </w:r>
      <w:r w:rsid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149</w:t>
      </w:r>
      <w:r w:rsidR="00112C81">
        <w:rPr>
          <w:sz w:val="28"/>
          <w:szCs w:val="28"/>
        </w:rPr>
        <w:t>,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1 092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180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E60BE0E" w14:textId="77777777"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367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060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9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1 087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343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77777777"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14:paraId="078168C4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14:paraId="0A9CE65F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14:paraId="403E82B5" w14:textId="77777777"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14:paraId="39293C6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14:paraId="7E0050A0" w14:textId="66A7A004"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14:paraId="6D221650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14:paraId="4FBEF59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14:paraId="6BDFBB47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77777777"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55DFDE8F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77777777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14:paraId="0C80DB28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14:paraId="38F9E099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14:paraId="652A1BF5" w14:textId="77777777"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14:paraId="1B7F5FB2" w14:textId="0AC08B31"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14:paraId="0086F367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14:paraId="543471AF" w14:textId="77777777"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14:paraId="6C9FD2C4" w14:textId="77777777"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14:paraId="4A659686" w14:textId="77777777"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77777777"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30C9C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49380FD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06C4EB60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4B8678C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00D5096C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07D72983" w14:textId="77777777"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64603FAF" w14:textId="77777777"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5AF1595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2AB04F3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21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73454F">
        <w:rPr>
          <w:rFonts w:ascii="Times New Roman" w:hAnsi="Times New Roman" w:cs="Times New Roman"/>
          <w:sz w:val="28"/>
          <w:szCs w:val="28"/>
        </w:rPr>
        <w:t>122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8DB9FE3" w14:textId="77777777"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C91961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36D268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32BD85" w14:textId="77777777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7777777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r w:rsidR="00C96132">
        <w:rPr>
          <w:rFonts w:eastAsia="Calibri"/>
          <w:szCs w:val="28"/>
          <w:lang w:val="en-US" w:eastAsia="en-US"/>
        </w:rPr>
        <w:t>gov</w:t>
      </w:r>
      <w:r w:rsidRPr="00F05051">
        <w:rPr>
          <w:rFonts w:eastAsia="Calibri"/>
          <w:szCs w:val="28"/>
          <w:lang w:eastAsia="en-US"/>
        </w:rPr>
        <w:t>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669CCD6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        А.Н. Сидорин</w:t>
      </w:r>
    </w:p>
    <w:p w14:paraId="63E407F4" w14:textId="3BDA5A86" w:rsidR="00D31140" w:rsidRDefault="00D31140" w:rsidP="00660768">
      <w:pPr>
        <w:pStyle w:val="11"/>
      </w:pPr>
    </w:p>
    <w:p w14:paraId="42CFA730" w14:textId="08CA283F" w:rsidR="00D31140" w:rsidRDefault="00D31140" w:rsidP="00660768">
      <w:pPr>
        <w:pStyle w:val="11"/>
      </w:pPr>
    </w:p>
    <w:p w14:paraId="4E76BE1F" w14:textId="0F74817A" w:rsidR="00D31140" w:rsidRDefault="00D31140" w:rsidP="00660768">
      <w:pPr>
        <w:pStyle w:val="11"/>
      </w:pPr>
    </w:p>
    <w:p w14:paraId="0397D414" w14:textId="79E01AF5" w:rsidR="00D31140" w:rsidRDefault="00D31140" w:rsidP="00660768">
      <w:pPr>
        <w:pStyle w:val="11"/>
      </w:pPr>
    </w:p>
    <w:p w14:paraId="257720BE" w14:textId="043EDE82" w:rsidR="00D31140" w:rsidRDefault="00D31140" w:rsidP="00660768">
      <w:pPr>
        <w:pStyle w:val="11"/>
      </w:pPr>
    </w:p>
    <w:p w14:paraId="7AEAD5AC" w14:textId="1E2EF5A0" w:rsidR="00D31140" w:rsidRDefault="00D31140" w:rsidP="00660768">
      <w:pPr>
        <w:pStyle w:val="11"/>
      </w:pPr>
    </w:p>
    <w:p w14:paraId="0A91BB58" w14:textId="2D093714" w:rsidR="00D31140" w:rsidRDefault="00D31140" w:rsidP="00660768">
      <w:pPr>
        <w:pStyle w:val="11"/>
      </w:pPr>
    </w:p>
    <w:p w14:paraId="5592D527" w14:textId="7C2DDB0A" w:rsidR="00D31140" w:rsidRDefault="00D31140" w:rsidP="00660768">
      <w:pPr>
        <w:pStyle w:val="11"/>
      </w:pPr>
    </w:p>
    <w:p w14:paraId="0638FCC8" w14:textId="0CF908B3" w:rsidR="00D31140" w:rsidRDefault="00D31140" w:rsidP="00660768">
      <w:pPr>
        <w:pStyle w:val="11"/>
      </w:pPr>
    </w:p>
    <w:p w14:paraId="48CF65E3" w14:textId="759A24CC" w:rsidR="00D31140" w:rsidRDefault="00D31140" w:rsidP="00660768">
      <w:pPr>
        <w:pStyle w:val="11"/>
      </w:pPr>
    </w:p>
    <w:p w14:paraId="3C120530" w14:textId="30A48DBA" w:rsidR="006A535E" w:rsidRDefault="006A535E" w:rsidP="00D31140">
      <w:pPr>
        <w:jc w:val="right"/>
        <w:rPr>
          <w:szCs w:val="28"/>
        </w:rPr>
      </w:pPr>
      <w:bookmarkStart w:id="4" w:name="_GoBack"/>
      <w:bookmarkEnd w:id="4"/>
    </w:p>
    <w:p w14:paraId="33DDEDC4" w14:textId="3EF78C09" w:rsidR="006A535E" w:rsidRDefault="006A535E" w:rsidP="00D31140">
      <w:pPr>
        <w:jc w:val="right"/>
        <w:rPr>
          <w:szCs w:val="28"/>
        </w:rPr>
      </w:pPr>
    </w:p>
    <w:p w14:paraId="31CBE99E" w14:textId="652763DC" w:rsidR="00D31140" w:rsidRDefault="00D31140" w:rsidP="00D31140">
      <w:pPr>
        <w:jc w:val="right"/>
        <w:rPr>
          <w:szCs w:val="28"/>
        </w:rPr>
      </w:pPr>
    </w:p>
    <w:p w14:paraId="3EB77DB5" w14:textId="77777777" w:rsidR="00D31140" w:rsidRPr="00C0135E" w:rsidRDefault="00D31140" w:rsidP="00660768">
      <w:pPr>
        <w:pStyle w:val="11"/>
      </w:pPr>
    </w:p>
    <w:sectPr w:rsidR="00D31140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C365F" w14:textId="77777777" w:rsidR="00885297" w:rsidRDefault="00885297">
      <w:r>
        <w:separator/>
      </w:r>
    </w:p>
  </w:endnote>
  <w:endnote w:type="continuationSeparator" w:id="0">
    <w:p w14:paraId="0A3B6DF9" w14:textId="77777777" w:rsidR="00885297" w:rsidRDefault="0088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207D7" w14:textId="77777777" w:rsidR="00885297" w:rsidRDefault="00885297">
      <w:r>
        <w:separator/>
      </w:r>
    </w:p>
  </w:footnote>
  <w:footnote w:type="continuationSeparator" w:id="0">
    <w:p w14:paraId="5414A27E" w14:textId="77777777" w:rsidR="00885297" w:rsidRDefault="00885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4471FB58" w:rsidR="00885297" w:rsidRDefault="00885297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30470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885297" w:rsidRDefault="00885297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885297" w:rsidRPr="00660768" w:rsidRDefault="00885297">
    <w:pPr>
      <w:pStyle w:val="af"/>
      <w:rPr>
        <w:noProof w:val="0"/>
        <w:sz w:val="6"/>
        <w:szCs w:val="6"/>
        <w:lang w:val="en-US"/>
      </w:rPr>
    </w:pPr>
  </w:p>
  <w:p w14:paraId="2F11B640" w14:textId="77777777" w:rsidR="00885297" w:rsidRDefault="00885297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885297" w:rsidRDefault="00885297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885297" w:rsidRPr="00C0135E" w:rsidRDefault="00885297" w:rsidP="00660768">
    <w:pPr>
      <w:jc w:val="center"/>
      <w:rPr>
        <w:b/>
        <w:sz w:val="24"/>
        <w:szCs w:val="24"/>
      </w:rPr>
    </w:pPr>
  </w:p>
  <w:p w14:paraId="11A13E0E" w14:textId="77777777" w:rsidR="00885297" w:rsidRPr="00E71831" w:rsidRDefault="00885297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885297" w:rsidRPr="00660768" w:rsidRDefault="00885297">
    <w:pPr>
      <w:pStyle w:val="af"/>
      <w:rPr>
        <w:szCs w:val="28"/>
        <w:lang w:val="en-US"/>
      </w:rPr>
    </w:pPr>
  </w:p>
  <w:p w14:paraId="492F6D32" w14:textId="77777777" w:rsidR="00885297" w:rsidRDefault="00885297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885297" w:rsidRPr="00660768" w:rsidRDefault="00885297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885297" w:rsidRPr="00660768" w:rsidRDefault="00885297" w:rsidP="00660768">
    <w:pPr>
      <w:rPr>
        <w:sz w:val="24"/>
        <w:szCs w:val="24"/>
      </w:rPr>
    </w:pPr>
  </w:p>
  <w:p w14:paraId="4ACE5E69" w14:textId="77777777" w:rsidR="00885297" w:rsidRPr="00660768" w:rsidRDefault="00885297">
    <w:pPr>
      <w:rPr>
        <w:sz w:val="24"/>
        <w:szCs w:val="24"/>
      </w:rPr>
    </w:pPr>
  </w:p>
  <w:p w14:paraId="6A08C25A" w14:textId="77777777" w:rsidR="00885297" w:rsidRPr="00660768" w:rsidRDefault="00885297">
    <w:pPr>
      <w:rPr>
        <w:sz w:val="24"/>
        <w:szCs w:val="24"/>
      </w:rPr>
    </w:pPr>
  </w:p>
  <w:p w14:paraId="6D14D939" w14:textId="77777777" w:rsidR="00885297" w:rsidRPr="00660768" w:rsidRDefault="00885297">
    <w:pPr>
      <w:rPr>
        <w:sz w:val="24"/>
        <w:szCs w:val="24"/>
      </w:rPr>
    </w:pPr>
  </w:p>
  <w:p w14:paraId="53DE5A70" w14:textId="77777777" w:rsidR="00885297" w:rsidRPr="00660768" w:rsidRDefault="00885297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2114"/>
    <w:rsid w:val="0000614F"/>
    <w:rsid w:val="0000667A"/>
    <w:rsid w:val="00007071"/>
    <w:rsid w:val="000118B9"/>
    <w:rsid w:val="000153FC"/>
    <w:rsid w:val="00023DDA"/>
    <w:rsid w:val="000245E5"/>
    <w:rsid w:val="0002641D"/>
    <w:rsid w:val="0003404E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258"/>
    <w:rsid w:val="00077A55"/>
    <w:rsid w:val="00082651"/>
    <w:rsid w:val="00084DB3"/>
    <w:rsid w:val="000909FE"/>
    <w:rsid w:val="00091031"/>
    <w:rsid w:val="00091319"/>
    <w:rsid w:val="00096493"/>
    <w:rsid w:val="000A1208"/>
    <w:rsid w:val="000A40FD"/>
    <w:rsid w:val="000A6606"/>
    <w:rsid w:val="000A7D83"/>
    <w:rsid w:val="000B21C9"/>
    <w:rsid w:val="000C0C7D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17EBB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1F58DA"/>
    <w:rsid w:val="00200586"/>
    <w:rsid w:val="002014DC"/>
    <w:rsid w:val="00203AF8"/>
    <w:rsid w:val="002103DA"/>
    <w:rsid w:val="00210C13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56A9B"/>
    <w:rsid w:val="0026324C"/>
    <w:rsid w:val="002734EE"/>
    <w:rsid w:val="00273718"/>
    <w:rsid w:val="002807AE"/>
    <w:rsid w:val="00281154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E53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2786"/>
    <w:rsid w:val="003349DF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1756"/>
    <w:rsid w:val="003C4859"/>
    <w:rsid w:val="003C56FB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15B7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183"/>
    <w:rsid w:val="004D422B"/>
    <w:rsid w:val="004D4C4E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06878"/>
    <w:rsid w:val="0051138F"/>
    <w:rsid w:val="005208A5"/>
    <w:rsid w:val="005229DA"/>
    <w:rsid w:val="0052548D"/>
    <w:rsid w:val="005273EC"/>
    <w:rsid w:val="00530662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66B27"/>
    <w:rsid w:val="00570D8B"/>
    <w:rsid w:val="005719B4"/>
    <w:rsid w:val="00574EAB"/>
    <w:rsid w:val="005754AE"/>
    <w:rsid w:val="005772E2"/>
    <w:rsid w:val="0058255B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2652"/>
    <w:rsid w:val="005C7E7B"/>
    <w:rsid w:val="005D2381"/>
    <w:rsid w:val="005D5C09"/>
    <w:rsid w:val="005E0C0C"/>
    <w:rsid w:val="005E30D6"/>
    <w:rsid w:val="005E4980"/>
    <w:rsid w:val="005F2C0E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5E97"/>
    <w:rsid w:val="0061743D"/>
    <w:rsid w:val="0061762F"/>
    <w:rsid w:val="0062000B"/>
    <w:rsid w:val="00620975"/>
    <w:rsid w:val="0062311B"/>
    <w:rsid w:val="0062320A"/>
    <w:rsid w:val="00627C22"/>
    <w:rsid w:val="00630470"/>
    <w:rsid w:val="00630F4D"/>
    <w:rsid w:val="00631628"/>
    <w:rsid w:val="00634093"/>
    <w:rsid w:val="00640AA3"/>
    <w:rsid w:val="00640D61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B45"/>
    <w:rsid w:val="00690CCF"/>
    <w:rsid w:val="00693B6D"/>
    <w:rsid w:val="00694129"/>
    <w:rsid w:val="006972E6"/>
    <w:rsid w:val="006A23A7"/>
    <w:rsid w:val="006A535E"/>
    <w:rsid w:val="006B4FDC"/>
    <w:rsid w:val="006B66DA"/>
    <w:rsid w:val="006C16D3"/>
    <w:rsid w:val="006C17C0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76BB1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080D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5EF"/>
    <w:rsid w:val="00812E96"/>
    <w:rsid w:val="00814DB8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71FC"/>
    <w:rsid w:val="008519F6"/>
    <w:rsid w:val="008525FC"/>
    <w:rsid w:val="00855491"/>
    <w:rsid w:val="00855B59"/>
    <w:rsid w:val="00855C9A"/>
    <w:rsid w:val="0085708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7663F"/>
    <w:rsid w:val="00880B1B"/>
    <w:rsid w:val="00880FCB"/>
    <w:rsid w:val="00885297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47C9"/>
    <w:rsid w:val="009D74C2"/>
    <w:rsid w:val="009E01FE"/>
    <w:rsid w:val="009E0883"/>
    <w:rsid w:val="009E2422"/>
    <w:rsid w:val="009E386A"/>
    <w:rsid w:val="009E7A28"/>
    <w:rsid w:val="009E7EE7"/>
    <w:rsid w:val="009F1661"/>
    <w:rsid w:val="009F44B5"/>
    <w:rsid w:val="009F457D"/>
    <w:rsid w:val="009F4F93"/>
    <w:rsid w:val="009F5B0D"/>
    <w:rsid w:val="00A010A0"/>
    <w:rsid w:val="00A0299A"/>
    <w:rsid w:val="00A05587"/>
    <w:rsid w:val="00A11367"/>
    <w:rsid w:val="00A113A6"/>
    <w:rsid w:val="00A11C1D"/>
    <w:rsid w:val="00A11EB2"/>
    <w:rsid w:val="00A14A8A"/>
    <w:rsid w:val="00A14B33"/>
    <w:rsid w:val="00A1582A"/>
    <w:rsid w:val="00A15DC3"/>
    <w:rsid w:val="00A15F90"/>
    <w:rsid w:val="00A25540"/>
    <w:rsid w:val="00A257DA"/>
    <w:rsid w:val="00A35347"/>
    <w:rsid w:val="00A378A0"/>
    <w:rsid w:val="00A40D66"/>
    <w:rsid w:val="00A42C9A"/>
    <w:rsid w:val="00A447FF"/>
    <w:rsid w:val="00A54A67"/>
    <w:rsid w:val="00A5512F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458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225DD"/>
    <w:rsid w:val="00B247AA"/>
    <w:rsid w:val="00B31F84"/>
    <w:rsid w:val="00B347FE"/>
    <w:rsid w:val="00B476C4"/>
    <w:rsid w:val="00B5061C"/>
    <w:rsid w:val="00B54A61"/>
    <w:rsid w:val="00B63D43"/>
    <w:rsid w:val="00B64361"/>
    <w:rsid w:val="00B72D2B"/>
    <w:rsid w:val="00B76345"/>
    <w:rsid w:val="00B8221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B10DA"/>
    <w:rsid w:val="00BB26DF"/>
    <w:rsid w:val="00BB29A0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0FE0"/>
    <w:rsid w:val="00BF1780"/>
    <w:rsid w:val="00BF2C02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416"/>
    <w:rsid w:val="00C31FE8"/>
    <w:rsid w:val="00C367D6"/>
    <w:rsid w:val="00C44417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6132"/>
    <w:rsid w:val="00CA5627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0869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1140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873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03B"/>
    <w:rsid w:val="00E11DDC"/>
    <w:rsid w:val="00E1215C"/>
    <w:rsid w:val="00E12294"/>
    <w:rsid w:val="00E15863"/>
    <w:rsid w:val="00E208CC"/>
    <w:rsid w:val="00E20B62"/>
    <w:rsid w:val="00E220F7"/>
    <w:rsid w:val="00E24C96"/>
    <w:rsid w:val="00E27B28"/>
    <w:rsid w:val="00E3671D"/>
    <w:rsid w:val="00E36C3C"/>
    <w:rsid w:val="00E40077"/>
    <w:rsid w:val="00E40D0E"/>
    <w:rsid w:val="00E41370"/>
    <w:rsid w:val="00E418E8"/>
    <w:rsid w:val="00E44760"/>
    <w:rsid w:val="00E471B8"/>
    <w:rsid w:val="00E47B3E"/>
    <w:rsid w:val="00E519D3"/>
    <w:rsid w:val="00E52C5C"/>
    <w:rsid w:val="00E54C12"/>
    <w:rsid w:val="00E57AEB"/>
    <w:rsid w:val="00E6459C"/>
    <w:rsid w:val="00E6495E"/>
    <w:rsid w:val="00E67BFE"/>
    <w:rsid w:val="00E705AE"/>
    <w:rsid w:val="00E71831"/>
    <w:rsid w:val="00E7508E"/>
    <w:rsid w:val="00E76632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378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0BBF"/>
    <w:rsid w:val="00F61074"/>
    <w:rsid w:val="00F6685B"/>
    <w:rsid w:val="00F66B4C"/>
    <w:rsid w:val="00F720F7"/>
    <w:rsid w:val="00F73958"/>
    <w:rsid w:val="00F74505"/>
    <w:rsid w:val="00F75986"/>
    <w:rsid w:val="00F7644F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3C0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CCF03-B2D4-4967-9A60-FA31D15A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365</TotalTime>
  <Pages>9</Pages>
  <Words>2997</Words>
  <Characters>17088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84</cp:revision>
  <cp:lastPrinted>2021-10-29T10:56:00Z</cp:lastPrinted>
  <dcterms:created xsi:type="dcterms:W3CDTF">2022-11-08T10:52:00Z</dcterms:created>
  <dcterms:modified xsi:type="dcterms:W3CDTF">2023-02-15T06:14:00Z</dcterms:modified>
</cp:coreProperties>
</file>